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0B" w:rsidRDefault="007D0AEE">
      <w:pPr>
        <w:jc w:val="left"/>
        <w:rPr>
          <w:rFonts w:ascii="仿宋" w:eastAsia="仿宋" w:hAnsi="仿宋" w:cs="仿宋" w:hint="default"/>
          <w:b/>
          <w:bCs/>
          <w:color w:val="000000"/>
          <w:sz w:val="32"/>
        </w:rPr>
      </w:pPr>
      <w:r>
        <w:rPr>
          <w:rFonts w:ascii="仿宋" w:eastAsia="仿宋" w:hAnsi="仿宋" w:cs="仿宋"/>
          <w:b/>
          <w:bCs/>
          <w:color w:val="000000"/>
          <w:sz w:val="32"/>
        </w:rPr>
        <w:t>附件4：</w:t>
      </w:r>
    </w:p>
    <w:p w:rsidR="009D6E0B" w:rsidRDefault="007D0AEE">
      <w:pPr>
        <w:jc w:val="center"/>
        <w:rPr>
          <w:rFonts w:ascii="方正小标宋简体" w:eastAsia="方正小标宋简体" w:hint="default"/>
          <w:bCs/>
          <w:color w:val="000000"/>
          <w:spacing w:val="20"/>
          <w:w w:val="9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浙江师范大学行知学院“金锅企业奖助学金”申请表</w:t>
      </w:r>
    </w:p>
    <w:p w:rsidR="009D6E0B" w:rsidRDefault="007D0AEE">
      <w:pPr>
        <w:jc w:val="center"/>
        <w:rPr>
          <w:rFonts w:ascii="方正小标宋简体" w:eastAsia="方正小标宋简体" w:hint="default"/>
          <w:b/>
          <w:color w:val="000000"/>
          <w:spacing w:val="160"/>
          <w:sz w:val="36"/>
          <w:szCs w:val="36"/>
        </w:rPr>
      </w:pPr>
      <w:r>
        <w:rPr>
          <w:rFonts w:ascii="方正小标宋简体" w:eastAsia="方正小标宋简体"/>
          <w:bCs/>
          <w:color w:val="000000"/>
          <w:spacing w:val="20"/>
          <w:w w:val="90"/>
          <w:sz w:val="36"/>
          <w:szCs w:val="36"/>
        </w:rPr>
        <w:t>（教师用表）</w:t>
      </w:r>
    </w:p>
    <w:p w:rsidR="009D6E0B" w:rsidRDefault="009D6E0B">
      <w:pPr>
        <w:rPr>
          <w:rFonts w:ascii="仿宋_GB2312" w:eastAsia="仿宋_GB2312" w:hint="default"/>
          <w:color w:val="000000"/>
          <w:spacing w:val="-8"/>
          <w:w w:val="90"/>
          <w:sz w:val="30"/>
          <w:u w:val="single"/>
        </w:rPr>
      </w:pPr>
    </w:p>
    <w:p w:rsidR="009D6E0B" w:rsidRDefault="007D0AEE">
      <w:pPr>
        <w:rPr>
          <w:rFonts w:ascii="仿宋_GB2312" w:eastAsia="仿宋_GB2312" w:hint="default"/>
          <w:color w:val="000000"/>
          <w:spacing w:val="-8"/>
          <w:w w:val="90"/>
          <w:sz w:val="30"/>
        </w:rPr>
      </w:pPr>
      <w:r>
        <w:rPr>
          <w:rFonts w:ascii="仿宋_GB2312" w:eastAsia="仿宋_GB2312"/>
          <w:color w:val="000000"/>
          <w:spacing w:val="-8"/>
          <w:w w:val="90"/>
          <w:sz w:val="30"/>
        </w:rPr>
        <w:t>所在分院或部门：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</w:t>
      </w:r>
      <w:r w:rsidR="004114AB">
        <w:rPr>
          <w:rFonts w:ascii="仿宋_GB2312" w:eastAsia="仿宋_GB2312"/>
          <w:color w:val="000000"/>
          <w:spacing w:val="-8"/>
          <w:w w:val="90"/>
          <w:sz w:val="30"/>
          <w:u w:val="single"/>
        </w:rPr>
        <w:t>基础部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 </w:t>
      </w:r>
      <w:r>
        <w:rPr>
          <w:rFonts w:ascii="仿宋_GB2312" w:eastAsia="仿宋_GB2312"/>
          <w:color w:val="000000"/>
          <w:spacing w:val="-8"/>
          <w:w w:val="90"/>
          <w:sz w:val="30"/>
        </w:rPr>
        <w:t>所在专业：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</w:t>
      </w:r>
      <w:r w:rsidR="004114AB">
        <w:rPr>
          <w:rFonts w:ascii="仿宋_GB2312" w:eastAsia="仿宋_GB2312"/>
          <w:color w:val="000000"/>
          <w:spacing w:val="-8"/>
          <w:w w:val="90"/>
          <w:sz w:val="30"/>
          <w:u w:val="single"/>
        </w:rPr>
        <w:t>体育</w:t>
      </w:r>
      <w:r>
        <w:rPr>
          <w:rFonts w:ascii="仿宋_GB2312" w:eastAsia="仿宋_GB2312"/>
          <w:color w:val="000000"/>
          <w:spacing w:val="-8"/>
          <w:w w:val="90"/>
          <w:sz w:val="30"/>
          <w:u w:val="single"/>
        </w:rPr>
        <w:t xml:space="preserve">            </w:t>
      </w:r>
      <w:r>
        <w:rPr>
          <w:rFonts w:ascii="仿宋_GB2312" w:eastAsia="仿宋_GB2312"/>
          <w:color w:val="000000"/>
          <w:spacing w:val="-8"/>
          <w:w w:val="90"/>
          <w:sz w:val="30"/>
        </w:rPr>
        <w:t xml:space="preserve">   </w:t>
      </w:r>
    </w:p>
    <w:tbl>
      <w:tblPr>
        <w:tblW w:w="9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303"/>
        <w:gridCol w:w="543"/>
        <w:gridCol w:w="949"/>
        <w:gridCol w:w="836"/>
        <w:gridCol w:w="916"/>
        <w:gridCol w:w="1359"/>
        <w:gridCol w:w="1567"/>
        <w:gridCol w:w="1387"/>
        <w:gridCol w:w="897"/>
      </w:tblGrid>
      <w:tr w:rsidR="009D6E0B" w:rsidTr="004114AB">
        <w:trPr>
          <w:cantSplit/>
          <w:trHeight w:val="576"/>
          <w:jc w:val="center"/>
        </w:trPr>
        <w:tc>
          <w:tcPr>
            <w:tcW w:w="992" w:type="dxa"/>
            <w:gridSpan w:val="2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姓  名</w:t>
            </w:r>
          </w:p>
        </w:tc>
        <w:tc>
          <w:tcPr>
            <w:tcW w:w="1492" w:type="dxa"/>
            <w:gridSpan w:val="2"/>
            <w:vAlign w:val="center"/>
          </w:tcPr>
          <w:p w:rsidR="009D6E0B" w:rsidRDefault="004114A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吴立伟</w:t>
            </w:r>
          </w:p>
        </w:tc>
        <w:tc>
          <w:tcPr>
            <w:tcW w:w="836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性别</w:t>
            </w:r>
          </w:p>
        </w:tc>
        <w:tc>
          <w:tcPr>
            <w:tcW w:w="916" w:type="dxa"/>
            <w:vAlign w:val="center"/>
          </w:tcPr>
          <w:p w:rsidR="009D6E0B" w:rsidRDefault="004114A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男</w:t>
            </w:r>
          </w:p>
        </w:tc>
        <w:tc>
          <w:tcPr>
            <w:tcW w:w="1359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出生年月</w:t>
            </w:r>
          </w:p>
        </w:tc>
        <w:tc>
          <w:tcPr>
            <w:tcW w:w="1567" w:type="dxa"/>
            <w:vAlign w:val="center"/>
          </w:tcPr>
          <w:p w:rsidR="009D6E0B" w:rsidRDefault="004114AB" w:rsidP="004114A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1964.2</w:t>
            </w:r>
          </w:p>
        </w:tc>
        <w:tc>
          <w:tcPr>
            <w:tcW w:w="1387" w:type="dxa"/>
            <w:vAlign w:val="center"/>
          </w:tcPr>
          <w:p w:rsidR="009D6E0B" w:rsidRDefault="007D0AEE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民    族</w:t>
            </w:r>
          </w:p>
        </w:tc>
        <w:tc>
          <w:tcPr>
            <w:tcW w:w="897" w:type="dxa"/>
            <w:vAlign w:val="center"/>
          </w:tcPr>
          <w:p w:rsidR="009D6E0B" w:rsidRDefault="004114A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汉</w:t>
            </w:r>
          </w:p>
        </w:tc>
      </w:tr>
      <w:tr w:rsidR="009D6E0B" w:rsidTr="004114AB">
        <w:trPr>
          <w:cantSplit/>
          <w:trHeight w:val="627"/>
          <w:jc w:val="center"/>
        </w:trPr>
        <w:tc>
          <w:tcPr>
            <w:tcW w:w="992" w:type="dxa"/>
            <w:gridSpan w:val="2"/>
            <w:vAlign w:val="center"/>
          </w:tcPr>
          <w:p w:rsidR="009D6E0B" w:rsidRDefault="007D0AEE" w:rsidP="001229F7">
            <w:pPr>
              <w:spacing w:line="300" w:lineRule="exact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籍  贯</w:t>
            </w:r>
          </w:p>
        </w:tc>
        <w:tc>
          <w:tcPr>
            <w:tcW w:w="2328" w:type="dxa"/>
            <w:gridSpan w:val="3"/>
            <w:vAlign w:val="center"/>
          </w:tcPr>
          <w:p w:rsidR="009D6E0B" w:rsidRDefault="004114AB" w:rsidP="001229F7">
            <w:pPr>
              <w:spacing w:line="300" w:lineRule="exact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浙江东阳</w:t>
            </w:r>
          </w:p>
        </w:tc>
        <w:tc>
          <w:tcPr>
            <w:tcW w:w="916" w:type="dxa"/>
            <w:vAlign w:val="center"/>
          </w:tcPr>
          <w:p w:rsidR="009D6E0B" w:rsidRDefault="007D0AEE" w:rsidP="001229F7">
            <w:pPr>
              <w:spacing w:line="300" w:lineRule="exac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身份证 号</w:t>
            </w:r>
          </w:p>
        </w:tc>
        <w:tc>
          <w:tcPr>
            <w:tcW w:w="2925" w:type="dxa"/>
            <w:gridSpan w:val="2"/>
            <w:vAlign w:val="center"/>
          </w:tcPr>
          <w:p w:rsidR="009D6E0B" w:rsidRDefault="004114AB" w:rsidP="001229F7">
            <w:pPr>
              <w:spacing w:line="300" w:lineRule="exact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330702196401050012</w:t>
            </w:r>
          </w:p>
        </w:tc>
        <w:tc>
          <w:tcPr>
            <w:tcW w:w="1387" w:type="dxa"/>
            <w:vAlign w:val="center"/>
          </w:tcPr>
          <w:p w:rsidR="009D6E0B" w:rsidRDefault="007D0AEE" w:rsidP="001229F7">
            <w:pPr>
              <w:spacing w:line="300" w:lineRule="exact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政治面貌</w:t>
            </w:r>
          </w:p>
        </w:tc>
        <w:tc>
          <w:tcPr>
            <w:tcW w:w="897" w:type="dxa"/>
            <w:vAlign w:val="center"/>
          </w:tcPr>
          <w:p w:rsidR="009D6E0B" w:rsidRDefault="004114AB" w:rsidP="001229F7">
            <w:pPr>
              <w:spacing w:line="300" w:lineRule="exact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中共党员</w:t>
            </w:r>
          </w:p>
        </w:tc>
      </w:tr>
      <w:tr w:rsidR="009D6E0B" w:rsidTr="004114AB">
        <w:trPr>
          <w:cantSplit/>
          <w:trHeight w:val="617"/>
          <w:jc w:val="center"/>
        </w:trPr>
        <w:tc>
          <w:tcPr>
            <w:tcW w:w="1535" w:type="dxa"/>
            <w:gridSpan w:val="3"/>
            <w:vAlign w:val="center"/>
          </w:tcPr>
          <w:p w:rsidR="009D6E0B" w:rsidRDefault="007D0AEE">
            <w:pPr>
              <w:ind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申请类型</w:t>
            </w:r>
          </w:p>
        </w:tc>
        <w:tc>
          <w:tcPr>
            <w:tcW w:w="7910" w:type="dxa"/>
            <w:gridSpan w:val="7"/>
            <w:vAlign w:val="center"/>
          </w:tcPr>
          <w:p w:rsidR="009D6E0B" w:rsidRDefault="00C60C83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 w:rsidRPr="00C60C83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教师管理</w:t>
            </w:r>
            <w:proofErr w:type="gramStart"/>
            <w:r w:rsidRPr="00C60C83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育人奖</w:t>
            </w:r>
            <w:proofErr w:type="gramEnd"/>
          </w:p>
        </w:tc>
      </w:tr>
      <w:tr w:rsidR="009D6E0B" w:rsidTr="004114AB">
        <w:trPr>
          <w:cantSplit/>
          <w:trHeight w:val="617"/>
          <w:jc w:val="center"/>
        </w:trPr>
        <w:tc>
          <w:tcPr>
            <w:tcW w:w="1535" w:type="dxa"/>
            <w:gridSpan w:val="3"/>
            <w:vAlign w:val="center"/>
          </w:tcPr>
          <w:p w:rsidR="009D6E0B" w:rsidRDefault="007D0AEE">
            <w:pPr>
              <w:jc w:val="center"/>
              <w:rPr>
                <w:rFonts w:ascii="仿宋" w:eastAsia="仿宋" w:hAnsi="仿宋" w:hint="default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符合条件</w:t>
            </w:r>
          </w:p>
        </w:tc>
        <w:tc>
          <w:tcPr>
            <w:tcW w:w="7910" w:type="dxa"/>
            <w:gridSpan w:val="7"/>
            <w:vAlign w:val="center"/>
          </w:tcPr>
          <w:p w:rsidR="009D6E0B" w:rsidRDefault="007D0AEE">
            <w:pPr>
              <w:jc w:val="center"/>
              <w:rPr>
                <w:rFonts w:ascii="仿宋" w:eastAsia="仿宋" w:hAnsi="仿宋" w:hint="default"/>
                <w:color w:val="000000"/>
                <w:spacing w:val="-8"/>
                <w:w w:val="9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□（1） □（2） □（3） </w:t>
            </w:r>
            <w:r w:rsidR="00C60C83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sym w:font="Wingdings 2" w:char="F052"/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 xml:space="preserve">（4） □（5） </w:t>
            </w:r>
            <w:r w:rsidR="00C60C83" w:rsidRPr="00C60C83"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sym w:font="Wingdings 2" w:char="F052"/>
            </w:r>
            <w:r>
              <w:rPr>
                <w:rFonts w:ascii="仿宋" w:eastAsia="仿宋" w:hAnsi="仿宋"/>
                <w:color w:val="000000"/>
                <w:spacing w:val="-8"/>
                <w:w w:val="90"/>
                <w:sz w:val="28"/>
                <w:szCs w:val="28"/>
              </w:rPr>
              <w:t>（6） □（7） □（8）</w:t>
            </w:r>
          </w:p>
        </w:tc>
      </w:tr>
      <w:tr w:rsidR="009D6E0B" w:rsidTr="004114AB">
        <w:trPr>
          <w:cantSplit/>
          <w:trHeight w:val="3386"/>
          <w:jc w:val="center"/>
        </w:trPr>
        <w:tc>
          <w:tcPr>
            <w:tcW w:w="689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申请理由（可附页）</w:t>
            </w:r>
          </w:p>
        </w:tc>
        <w:tc>
          <w:tcPr>
            <w:tcW w:w="8756" w:type="dxa"/>
            <w:gridSpan w:val="9"/>
          </w:tcPr>
          <w:p w:rsidR="009D6E0B" w:rsidRDefault="004D2883" w:rsidP="004D2883">
            <w:pPr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（所有业绩时间点：2017年11月-2018年10月）</w:t>
            </w:r>
            <w:bookmarkStart w:id="0" w:name="_GoBack"/>
            <w:bookmarkEnd w:id="0"/>
          </w:p>
          <w:p w:rsidR="0083054C" w:rsidRDefault="002723F1" w:rsidP="0083054C">
            <w:pPr>
              <w:ind w:firstLineChars="150" w:firstLine="380"/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近几年来，努力为行知学院体育基础建设积极工作，根据行知学院现有实际情况，</w:t>
            </w:r>
            <w:r w:rsidR="0083054C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积极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发挥自身工作能力</w:t>
            </w:r>
            <w:r w:rsidR="0083054C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。</w:t>
            </w:r>
          </w:p>
          <w:p w:rsidR="0083054C" w:rsidRDefault="002723F1" w:rsidP="0083054C">
            <w:pPr>
              <w:ind w:firstLineChars="150" w:firstLine="380"/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提出一系列体育场馆建设和管理意见</w:t>
            </w:r>
            <w:r w:rsidR="0083054C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、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建议</w:t>
            </w:r>
            <w:r w:rsidR="00B47F0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；</w:t>
            </w:r>
          </w:p>
          <w:p w:rsidR="0083054C" w:rsidRDefault="0083054C" w:rsidP="0083054C">
            <w:pPr>
              <w:ind w:firstLineChars="150" w:firstLine="380"/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组织</w:t>
            </w:r>
            <w:r w:rsidR="002723F1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每年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一届的运动会，开幕式有新意，项目</w:t>
            </w:r>
            <w:r w:rsidR="00B47F0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设置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有</w:t>
            </w:r>
            <w:r w:rsidR="00B47F0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特色；</w:t>
            </w:r>
          </w:p>
          <w:p w:rsidR="00B47F02" w:rsidRDefault="0083054C" w:rsidP="00B47F02">
            <w:pPr>
              <w:ind w:firstLineChars="150" w:firstLine="380"/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组织了篮球、排球俱乐部赛制努力为体育俱乐部教学模式打好基础</w:t>
            </w:r>
            <w:r w:rsidR="00B47F0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；</w:t>
            </w:r>
          </w:p>
          <w:p w:rsidR="00B47F02" w:rsidRDefault="002723F1" w:rsidP="00B47F02">
            <w:pPr>
              <w:ind w:leftChars="178" w:left="754" w:hangingChars="150" w:hanging="380"/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2016年起组建行知学院气排球运动队，</w:t>
            </w:r>
            <w:r w:rsidR="0083054C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率领的女子气排球队分别在2016、2017年省气排球联赛上取得骄人成绩</w:t>
            </w:r>
            <w:r w:rsidR="00B47F0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；</w:t>
            </w:r>
          </w:p>
          <w:p w:rsidR="00B47F02" w:rsidRDefault="002723F1" w:rsidP="00B47F02">
            <w:pPr>
              <w:ind w:leftChars="178" w:left="754" w:hangingChars="150" w:hanging="380"/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2018年</w:t>
            </w:r>
            <w:r w:rsidR="0083054C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又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提出了</w:t>
            </w:r>
            <w:r w:rsidR="0083054C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行知学院APP健身跑活动，并取得明显成效</w:t>
            </w:r>
            <w:r w:rsidR="00B47F0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。</w:t>
            </w:r>
          </w:p>
          <w:p w:rsidR="009D6E0B" w:rsidRDefault="00B47F02" w:rsidP="00B47F02">
            <w:pPr>
              <w:ind w:leftChars="178" w:left="754" w:hangingChars="150" w:hanging="380"/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近几年来开拓思路，寻求特色发展，为行</w:t>
            </w:r>
            <w:proofErr w:type="gramStart"/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知体育</w:t>
            </w:r>
            <w:proofErr w:type="gramEnd"/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工作</w:t>
            </w:r>
            <w:proofErr w:type="gramStart"/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作出</w:t>
            </w:r>
            <w:proofErr w:type="gramEnd"/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了贡献。</w:t>
            </w:r>
          </w:p>
        </w:tc>
      </w:tr>
      <w:tr w:rsidR="009D6E0B" w:rsidTr="004114AB">
        <w:trPr>
          <w:cantSplit/>
          <w:trHeight w:val="3386"/>
          <w:jc w:val="center"/>
        </w:trPr>
        <w:tc>
          <w:tcPr>
            <w:tcW w:w="689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lastRenderedPageBreak/>
              <w:t>获奖情况（可附页）</w:t>
            </w:r>
          </w:p>
        </w:tc>
        <w:tc>
          <w:tcPr>
            <w:tcW w:w="8756" w:type="dxa"/>
            <w:gridSpan w:val="9"/>
          </w:tcPr>
          <w:p w:rsidR="00B47F02" w:rsidRDefault="002723F1" w:rsidP="002723F1">
            <w:pPr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2017年11月</w:t>
            </w:r>
            <w:r w:rsidR="00B47F0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率领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学生参加浙江省大学生气排球联赛，获女子甲组第一名，</w:t>
            </w:r>
          </w:p>
          <w:p w:rsidR="002723F1" w:rsidRDefault="002723F1" w:rsidP="002723F1">
            <w:pPr>
              <w:jc w:val="lef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并获</w:t>
            </w:r>
            <w:r w:rsidR="00B47F0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“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优秀教练</w:t>
            </w:r>
            <w:r w:rsidR="00B47F02"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员”</w:t>
            </w: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称号，</w:t>
            </w:r>
            <w:proofErr w:type="gramStart"/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全队获</w:t>
            </w:r>
            <w:proofErr w:type="gramEnd"/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“体育道德风尚奖”称号</w:t>
            </w:r>
          </w:p>
          <w:p w:rsidR="009D6E0B" w:rsidRPr="002723F1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  <w:tr w:rsidR="009D6E0B" w:rsidTr="004114AB">
        <w:trPr>
          <w:cantSplit/>
          <w:trHeight w:val="2261"/>
          <w:jc w:val="center"/>
        </w:trPr>
        <w:tc>
          <w:tcPr>
            <w:tcW w:w="689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专业主任意见（专任教师填写）</w:t>
            </w:r>
          </w:p>
        </w:tc>
        <w:tc>
          <w:tcPr>
            <w:tcW w:w="8756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 月    日</w:t>
            </w:r>
          </w:p>
        </w:tc>
      </w:tr>
      <w:tr w:rsidR="009D6E0B" w:rsidTr="004114AB">
        <w:trPr>
          <w:cantSplit/>
          <w:trHeight w:val="3603"/>
          <w:jc w:val="center"/>
        </w:trPr>
        <w:tc>
          <w:tcPr>
            <w:tcW w:w="689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所在分院或部门审核推荐意见</w:t>
            </w:r>
          </w:p>
        </w:tc>
        <w:tc>
          <w:tcPr>
            <w:tcW w:w="8756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                    </w:t>
            </w: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 xml:space="preserve"> 签名(盖章)：                 年    月   日</w:t>
            </w:r>
          </w:p>
        </w:tc>
      </w:tr>
      <w:tr w:rsidR="009D6E0B" w:rsidTr="004114AB">
        <w:trPr>
          <w:cantSplit/>
          <w:trHeight w:val="2064"/>
          <w:jc w:val="center"/>
        </w:trPr>
        <w:tc>
          <w:tcPr>
            <w:tcW w:w="689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lastRenderedPageBreak/>
              <w:t>评选委员会意见</w:t>
            </w:r>
          </w:p>
        </w:tc>
        <w:tc>
          <w:tcPr>
            <w:tcW w:w="8756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 w:rsidP="004D2883">
            <w:pPr>
              <w:ind w:firstLineChars="1354" w:firstLine="3433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 月   日</w:t>
            </w:r>
          </w:p>
        </w:tc>
      </w:tr>
      <w:tr w:rsidR="009D6E0B" w:rsidTr="004114AB">
        <w:trPr>
          <w:cantSplit/>
          <w:trHeight w:val="2647"/>
          <w:jc w:val="center"/>
        </w:trPr>
        <w:tc>
          <w:tcPr>
            <w:tcW w:w="689" w:type="dxa"/>
            <w:textDirection w:val="tbRlV"/>
            <w:vAlign w:val="center"/>
          </w:tcPr>
          <w:p w:rsidR="009D6E0B" w:rsidRDefault="007D0AEE">
            <w:pPr>
              <w:pStyle w:val="2"/>
              <w:spacing w:after="0" w:line="240" w:lineRule="auto"/>
              <w:ind w:right="113" w:firstLineChars="100" w:firstLine="254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基金管理委员会意见</w:t>
            </w:r>
          </w:p>
        </w:tc>
        <w:tc>
          <w:tcPr>
            <w:tcW w:w="8756" w:type="dxa"/>
            <w:gridSpan w:val="9"/>
          </w:tcPr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9D6E0B">
            <w:pPr>
              <w:ind w:firstLine="2505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  <w:p w:rsidR="009D6E0B" w:rsidRDefault="007D0AEE">
            <w:pPr>
              <w:spacing w:afterLines="50" w:after="156"/>
              <w:ind w:firstLine="2506"/>
              <w:jc w:val="right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签名(盖章)：                 年   月   日</w:t>
            </w:r>
          </w:p>
        </w:tc>
      </w:tr>
      <w:tr w:rsidR="009D6E0B" w:rsidTr="004114AB">
        <w:trPr>
          <w:cantSplit/>
          <w:trHeight w:val="980"/>
          <w:jc w:val="center"/>
        </w:trPr>
        <w:tc>
          <w:tcPr>
            <w:tcW w:w="689" w:type="dxa"/>
            <w:textDirection w:val="tbRlV"/>
            <w:vAlign w:val="center"/>
          </w:tcPr>
          <w:p w:rsidR="009D6E0B" w:rsidRDefault="007D0AEE">
            <w:pPr>
              <w:ind w:left="113" w:right="113"/>
              <w:jc w:val="center"/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  <w:r>
              <w:rPr>
                <w:rFonts w:ascii="仿宋_GB2312" w:eastAsia="仿宋_GB2312"/>
                <w:color w:val="000000"/>
                <w:spacing w:val="-8"/>
                <w:w w:val="90"/>
                <w:sz w:val="30"/>
              </w:rPr>
              <w:t>备注</w:t>
            </w:r>
          </w:p>
        </w:tc>
        <w:tc>
          <w:tcPr>
            <w:tcW w:w="8756" w:type="dxa"/>
            <w:gridSpan w:val="9"/>
          </w:tcPr>
          <w:p w:rsidR="009D6E0B" w:rsidRDefault="009D6E0B">
            <w:pPr>
              <w:rPr>
                <w:rFonts w:ascii="仿宋_GB2312" w:eastAsia="仿宋_GB2312" w:hint="default"/>
                <w:color w:val="000000"/>
                <w:spacing w:val="-8"/>
                <w:w w:val="90"/>
                <w:sz w:val="30"/>
              </w:rPr>
            </w:pPr>
          </w:p>
        </w:tc>
      </w:tr>
    </w:tbl>
    <w:p w:rsidR="009D6E0B" w:rsidRDefault="009D6E0B">
      <w:pPr>
        <w:rPr>
          <w:rFonts w:ascii="仿宋_GB2312" w:eastAsia="仿宋_GB2312" w:hint="default"/>
          <w:color w:val="000000"/>
          <w:sz w:val="32"/>
          <w:szCs w:val="32"/>
        </w:rPr>
      </w:pPr>
    </w:p>
    <w:p w:rsidR="009D6E0B" w:rsidRDefault="009D6E0B">
      <w:pPr>
        <w:rPr>
          <w:rFonts w:hint="default"/>
        </w:rPr>
      </w:pPr>
    </w:p>
    <w:sectPr w:rsidR="009D6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65" w:rsidRDefault="007C7D65" w:rsidP="004D2883">
      <w:pPr>
        <w:rPr>
          <w:rFonts w:hint="default"/>
        </w:rPr>
      </w:pPr>
      <w:r>
        <w:separator/>
      </w:r>
    </w:p>
  </w:endnote>
  <w:endnote w:type="continuationSeparator" w:id="0">
    <w:p w:rsidR="007C7D65" w:rsidRDefault="007C7D65" w:rsidP="004D2883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65" w:rsidRDefault="007C7D65" w:rsidP="004D2883">
      <w:pPr>
        <w:rPr>
          <w:rFonts w:hint="default"/>
        </w:rPr>
      </w:pPr>
      <w:r>
        <w:separator/>
      </w:r>
    </w:p>
  </w:footnote>
  <w:footnote w:type="continuationSeparator" w:id="0">
    <w:p w:rsidR="007C7D65" w:rsidRDefault="007C7D65" w:rsidP="004D2883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5740D"/>
    <w:rsid w:val="001069EA"/>
    <w:rsid w:val="001229F7"/>
    <w:rsid w:val="002723F1"/>
    <w:rsid w:val="004114AB"/>
    <w:rsid w:val="004D2883"/>
    <w:rsid w:val="007B4141"/>
    <w:rsid w:val="007C7D65"/>
    <w:rsid w:val="007D0AEE"/>
    <w:rsid w:val="0083054C"/>
    <w:rsid w:val="00930666"/>
    <w:rsid w:val="009D6E0B"/>
    <w:rsid w:val="00B47F02"/>
    <w:rsid w:val="00BB7AE2"/>
    <w:rsid w:val="00C60C83"/>
    <w:rsid w:val="6D535020"/>
    <w:rsid w:val="7F75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nhideWhenUsed/>
    <w:qFormat/>
    <w:pPr>
      <w:widowControl w:val="0"/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spacing w:after="120" w:line="480" w:lineRule="auto"/>
    </w:pPr>
  </w:style>
  <w:style w:type="paragraph" w:styleId="a3">
    <w:name w:val="header"/>
    <w:basedOn w:val="a"/>
    <w:link w:val="Char"/>
    <w:rsid w:val="004D2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D2883"/>
    <w:rPr>
      <w:kern w:val="2"/>
      <w:sz w:val="18"/>
      <w:szCs w:val="18"/>
    </w:rPr>
  </w:style>
  <w:style w:type="paragraph" w:styleId="a4">
    <w:name w:val="footer"/>
    <w:basedOn w:val="a"/>
    <w:link w:val="Char0"/>
    <w:rsid w:val="004D2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D288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nhideWhenUsed/>
    <w:qFormat/>
    <w:pPr>
      <w:widowControl w:val="0"/>
      <w:jc w:val="both"/>
    </w:pPr>
    <w:rPr>
      <w:rFonts w:hint="eastAsia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pPr>
      <w:spacing w:after="120" w:line="480" w:lineRule="auto"/>
    </w:pPr>
  </w:style>
  <w:style w:type="paragraph" w:styleId="a3">
    <w:name w:val="header"/>
    <w:basedOn w:val="a"/>
    <w:link w:val="Char"/>
    <w:rsid w:val="004D28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D2883"/>
    <w:rPr>
      <w:kern w:val="2"/>
      <w:sz w:val="18"/>
      <w:szCs w:val="18"/>
    </w:rPr>
  </w:style>
  <w:style w:type="paragraph" w:styleId="a4">
    <w:name w:val="footer"/>
    <w:basedOn w:val="a"/>
    <w:link w:val="Char0"/>
    <w:rsid w:val="004D28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D288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6</TotalTime>
  <Pages>3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行知学院秘书蒋灵娟</dc:creator>
  <cp:lastModifiedBy>dreamsummit</cp:lastModifiedBy>
  <cp:revision>5</cp:revision>
  <dcterms:created xsi:type="dcterms:W3CDTF">2018-11-20T01:26:00Z</dcterms:created>
  <dcterms:modified xsi:type="dcterms:W3CDTF">2018-11-20T06:39:00Z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